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AB" w:rsidRDefault="00345EAB">
      <w:bookmarkStart w:id="0" w:name="_GoBack"/>
      <w:r w:rsidRPr="00C26FA3">
        <w:rPr>
          <w:rFonts w:ascii="Arial" w:hAnsi="Arial" w:cs="Arial"/>
          <w:noProof/>
          <w:sz w:val="20"/>
          <w:szCs w:val="2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alt="http://upload.wikimedia.org/wikipedia/commons/thumb/0/0d/Berlin_reichstag_west_panorama_2.jpg/600px-Berlin_reichstag_west_panorama_2.jpg" style="width:405pt;height:200.25pt;visibility:visible">
            <v:imagedata r:id="rId4" o:title=""/>
          </v:shape>
        </w:pict>
      </w:r>
      <w:r>
        <w:t>Das Reichstag ist die parliament building im berlin.</w:t>
      </w:r>
    </w:p>
    <w:p w:rsidR="00345EAB" w:rsidRDefault="00345EAB">
      <w:r w:rsidRPr="00C26FA3">
        <w:rPr>
          <w:rFonts w:ascii="Arial" w:hAnsi="Arial" w:cs="Arial"/>
          <w:noProof/>
          <w:sz w:val="20"/>
          <w:szCs w:val="20"/>
          <w:lang w:eastAsia="zh-CN"/>
        </w:rPr>
        <w:pict>
          <v:shape id="_x0000_i1026" type="#_x0000_t75" alt="http://farm1.staticflickr.com/102/308604503_9205fa8eba.jpg" style="width:276pt;height:183.75pt;visibility:visible">
            <v:imagedata r:id="rId5" o:title=""/>
          </v:shape>
        </w:pict>
      </w:r>
    </w:p>
    <w:p w:rsidR="00345EAB" w:rsidRDefault="00345EAB">
      <w:r>
        <w:t>Die charlotte palace ist eine gutter palace auf Deutschland.</w:t>
      </w:r>
    </w:p>
    <w:p w:rsidR="00345EAB" w:rsidRDefault="00345EAB" w:rsidP="00D567C8">
      <w:r w:rsidRPr="00C26FA3">
        <w:rPr>
          <w:rFonts w:ascii="Arial" w:hAnsi="Arial" w:cs="Arial"/>
          <w:noProof/>
          <w:sz w:val="20"/>
          <w:szCs w:val="20"/>
          <w:lang w:eastAsia="zh-CN"/>
        </w:rPr>
        <w:pict>
          <v:shape id="_x0000_i1027" type="#_x0000_t75" alt="http://upload.wikimedia.org/wikipedia/commons/thumb/5/5d/Berlinermauer.jpg/220px-Berlinermauer.jpg" style="width:165pt;height:123.75pt;visibility:visible">
            <v:imagedata r:id="rId6" o:title=""/>
          </v:shape>
        </w:pict>
      </w:r>
    </w:p>
    <w:p w:rsidR="00345EAB" w:rsidRDefault="00345EAB"/>
    <w:p w:rsidR="00345EAB" w:rsidRDefault="00345EAB">
      <w:r>
        <w:t xml:space="preserve">Die Berlin wall ist sehr geschicht </w:t>
      </w:r>
    </w:p>
    <w:p w:rsidR="00345EAB" w:rsidRDefault="00345EAB">
      <w:r w:rsidRPr="00C26FA3">
        <w:rPr>
          <w:rFonts w:ascii="Arial" w:hAnsi="Arial" w:cs="Arial"/>
          <w:noProof/>
          <w:sz w:val="20"/>
          <w:szCs w:val="20"/>
          <w:lang w:eastAsia="zh-CN"/>
        </w:rPr>
        <w:pict>
          <v:shape id="_x0000_i1028" type="#_x0000_t75" alt="http://upload.wikimedia.org/wikipedia/commons/thumb/a/a6/Brandenburger_Tor_abends.jpg/350px-Brandenburger_Tor_abends.jpg" style="width:234.75pt;height:135pt;visibility:visible">
            <v:imagedata r:id="rId7" o:title=""/>
          </v:shape>
        </w:pict>
      </w:r>
    </w:p>
    <w:p w:rsidR="00345EAB" w:rsidRDefault="00345EAB">
      <w:r>
        <w:t xml:space="preserve">Die Brandunburg tor ist meine lieblings tor. </w:t>
      </w:r>
    </w:p>
    <w:p w:rsidR="00345EAB" w:rsidRDefault="00345EAB">
      <w:r w:rsidRPr="00C26FA3">
        <w:rPr>
          <w:rFonts w:ascii="Arial" w:hAnsi="Arial" w:cs="Arial"/>
          <w:noProof/>
          <w:sz w:val="20"/>
          <w:szCs w:val="20"/>
          <w:lang w:eastAsia="zh-CN"/>
        </w:rPr>
        <w:pict>
          <v:shape id="_x0000_i1029" type="#_x0000_t75" alt="http://www.ratestogo.com/blog/wp-content/uploads/2008/07/berlin-zoo.jpg" style="width:209.25pt;height:285pt;visibility:visible">
            <v:imagedata r:id="rId8" o:title=""/>
          </v:shape>
        </w:pict>
      </w:r>
      <w:bookmarkEnd w:id="0"/>
    </w:p>
    <w:sectPr w:rsidR="00345EAB" w:rsidSect="00D9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F0C"/>
    <w:rsid w:val="0018468C"/>
    <w:rsid w:val="001B4F0C"/>
    <w:rsid w:val="00345EAB"/>
    <w:rsid w:val="00495388"/>
    <w:rsid w:val="0053749A"/>
    <w:rsid w:val="00BB132D"/>
    <w:rsid w:val="00C26FA3"/>
    <w:rsid w:val="00D567C8"/>
    <w:rsid w:val="00D944B6"/>
    <w:rsid w:val="00EB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4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B4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4F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</Words>
  <Characters>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Das Reichstag ist die parliament building im berlin</dc:title>
  <dc:subject/>
  <dc:creator>Patricia Bulanda</dc:creator>
  <cp:keywords/>
  <dc:description/>
  <cp:lastModifiedBy>CUSD220</cp:lastModifiedBy>
  <cp:revision>2</cp:revision>
  <cp:lastPrinted>2012-10-26T00:40:00Z</cp:lastPrinted>
  <dcterms:created xsi:type="dcterms:W3CDTF">2012-10-26T12:29:00Z</dcterms:created>
  <dcterms:modified xsi:type="dcterms:W3CDTF">2012-10-26T12:29:00Z</dcterms:modified>
</cp:coreProperties>
</file>